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7A2" w:rsidRDefault="00EC5DD1">
      <w:r>
        <w:rPr>
          <w:noProof/>
          <w:lang w:eastAsia="ru-RU"/>
        </w:rPr>
        <w:drawing>
          <wp:inline distT="0" distB="0" distL="0" distR="0">
            <wp:extent cx="5940425" cy="4447584"/>
            <wp:effectExtent l="19050" t="0" r="3175" b="0"/>
            <wp:docPr id="7" name="Рисунок 7" descr="https://cf.ppt-online.org/files1/slide/c/ClWIEqJaLyFkzi4rUHYAncoNGxXe9BbfMV5vdRTh8t/slide-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cf.ppt-online.org/files1/slide/c/ClWIEqJaLyFkzi4rUHYAncoNGxXe9BbfMV5vdRTh8t/slide-16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475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7A2" w:rsidSect="001127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C5DD1"/>
    <w:rsid w:val="00002B22"/>
    <w:rsid w:val="00025B7E"/>
    <w:rsid w:val="00063FD7"/>
    <w:rsid w:val="000D0D7C"/>
    <w:rsid w:val="001127A2"/>
    <w:rsid w:val="00181B07"/>
    <w:rsid w:val="001D7D10"/>
    <w:rsid w:val="00257CE5"/>
    <w:rsid w:val="002B398D"/>
    <w:rsid w:val="002C61E9"/>
    <w:rsid w:val="002F25B8"/>
    <w:rsid w:val="002F6002"/>
    <w:rsid w:val="00325450"/>
    <w:rsid w:val="00332AE7"/>
    <w:rsid w:val="00357B22"/>
    <w:rsid w:val="003711BE"/>
    <w:rsid w:val="003D7540"/>
    <w:rsid w:val="00402A52"/>
    <w:rsid w:val="00424BBE"/>
    <w:rsid w:val="004477CF"/>
    <w:rsid w:val="004825DF"/>
    <w:rsid w:val="004A0FA8"/>
    <w:rsid w:val="005A0E06"/>
    <w:rsid w:val="00615E38"/>
    <w:rsid w:val="00697F45"/>
    <w:rsid w:val="006C1B00"/>
    <w:rsid w:val="006D23B2"/>
    <w:rsid w:val="006E384D"/>
    <w:rsid w:val="006E493C"/>
    <w:rsid w:val="007A10DA"/>
    <w:rsid w:val="007A5606"/>
    <w:rsid w:val="00872D45"/>
    <w:rsid w:val="008A10A8"/>
    <w:rsid w:val="009033E4"/>
    <w:rsid w:val="009149F9"/>
    <w:rsid w:val="00932FD9"/>
    <w:rsid w:val="00991505"/>
    <w:rsid w:val="00A13933"/>
    <w:rsid w:val="00A57A8B"/>
    <w:rsid w:val="00A97567"/>
    <w:rsid w:val="00AC04F4"/>
    <w:rsid w:val="00B20383"/>
    <w:rsid w:val="00B37344"/>
    <w:rsid w:val="00B871AB"/>
    <w:rsid w:val="00BF38CB"/>
    <w:rsid w:val="00CD3DD5"/>
    <w:rsid w:val="00CF7FA2"/>
    <w:rsid w:val="00D11E69"/>
    <w:rsid w:val="00D47ED6"/>
    <w:rsid w:val="00D50929"/>
    <w:rsid w:val="00D66788"/>
    <w:rsid w:val="00D85E5D"/>
    <w:rsid w:val="00DA70AD"/>
    <w:rsid w:val="00DB4429"/>
    <w:rsid w:val="00E2132E"/>
    <w:rsid w:val="00E53F1A"/>
    <w:rsid w:val="00E90838"/>
    <w:rsid w:val="00EC5DD1"/>
    <w:rsid w:val="00ED61C6"/>
    <w:rsid w:val="00EF21D2"/>
    <w:rsid w:val="00F5404D"/>
    <w:rsid w:val="00FF7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7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5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5D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shen</dc:creator>
  <cp:keywords/>
  <dc:description/>
  <cp:lastModifiedBy>shen</cp:lastModifiedBy>
  <cp:revision>3</cp:revision>
  <dcterms:created xsi:type="dcterms:W3CDTF">2019-01-23T07:24:00Z</dcterms:created>
  <dcterms:modified xsi:type="dcterms:W3CDTF">2019-01-23T07:25:00Z</dcterms:modified>
</cp:coreProperties>
</file>